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436" w:rsidRPr="00FE07F7" w:rsidRDefault="002D7DE8" w:rsidP="00FE07F7">
      <w:pPr>
        <w:tabs>
          <w:tab w:val="right" w:pos="10080"/>
        </w:tabs>
      </w:pPr>
      <w:r w:rsidRPr="00FE07F7">
        <w:rPr>
          <w:lang w:val="en-US"/>
        </w:rPr>
        <w:t>You have been asked to carry out some research into the feasibility of opening a new restaurant in your local area. Design your own questionnaire to carry out on friends and/or family.</w:t>
      </w:r>
    </w:p>
    <w:p w:rsidR="00AC1436" w:rsidRPr="00FE07F7" w:rsidRDefault="002D7DE8" w:rsidP="00FE07F7">
      <w:pPr>
        <w:tabs>
          <w:tab w:val="right" w:pos="10080"/>
        </w:tabs>
      </w:pPr>
      <w:r w:rsidRPr="00FE07F7">
        <w:rPr>
          <w:lang w:val="en-US"/>
        </w:rPr>
        <w:t>Complete the following steps.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Design your own questionnaire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Decide who you are going to ask.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Decide how many people you are going to a</w:t>
      </w:r>
      <w:r w:rsidR="00B53E47">
        <w:rPr>
          <w:lang w:val="en-US"/>
        </w:rPr>
        <w:t xml:space="preserve">sk (it is a good idea to carry </w:t>
      </w:r>
      <w:bookmarkStart w:id="0" w:name="_GoBack"/>
      <w:bookmarkEnd w:id="0"/>
      <w:r w:rsidRPr="00FE07F7">
        <w:rPr>
          <w:lang w:val="en-US"/>
        </w:rPr>
        <w:t>out the questionnaire with friends and then put the results together so that you have a greater number of replies).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Produce a summary sheet on which to collate the results.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Collate the results.</w:t>
      </w:r>
    </w:p>
    <w:p w:rsidR="00AC1436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>Present the results you have found.</w:t>
      </w:r>
    </w:p>
    <w:p w:rsidR="00FE07F7" w:rsidRPr="00FE07F7" w:rsidRDefault="002D7DE8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 w:rsidRPr="00FE07F7">
        <w:rPr>
          <w:lang w:val="en-US"/>
        </w:rPr>
        <w:t xml:space="preserve">Evaluate your findings. </w:t>
      </w:r>
    </w:p>
    <w:p w:rsidR="00FE07F7" w:rsidRPr="00FE07F7" w:rsidRDefault="002D7DE8" w:rsidP="00FE07F7">
      <w:pPr>
        <w:numPr>
          <w:ilvl w:val="1"/>
          <w:numId w:val="2"/>
        </w:numPr>
        <w:tabs>
          <w:tab w:val="right" w:pos="10080"/>
        </w:tabs>
      </w:pPr>
      <w:r w:rsidRPr="00FE07F7">
        <w:rPr>
          <w:lang w:val="en-US"/>
        </w:rPr>
        <w:t xml:space="preserve">What does the data tell you? </w:t>
      </w:r>
    </w:p>
    <w:p w:rsidR="00FE07F7" w:rsidRPr="00FE07F7" w:rsidRDefault="00FE07F7" w:rsidP="00FE07F7">
      <w:pPr>
        <w:tabs>
          <w:tab w:val="right" w:pos="1008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7F7" w:rsidRPr="00FE07F7" w:rsidRDefault="002D7DE8" w:rsidP="00FE07F7">
      <w:pPr>
        <w:numPr>
          <w:ilvl w:val="1"/>
          <w:numId w:val="2"/>
        </w:numPr>
        <w:tabs>
          <w:tab w:val="right" w:pos="10080"/>
        </w:tabs>
      </w:pPr>
      <w:r w:rsidRPr="00FE07F7">
        <w:rPr>
          <w:lang w:val="en-US"/>
        </w:rPr>
        <w:t>Should a new restaurant be opened</w:t>
      </w:r>
      <w:r w:rsidR="00FE07F7">
        <w:rPr>
          <w:lang w:val="en-US"/>
        </w:rPr>
        <w:t xml:space="preserve"> and why</w:t>
      </w:r>
      <w:r w:rsidRPr="00FE07F7">
        <w:rPr>
          <w:lang w:val="en-US"/>
        </w:rPr>
        <w:t xml:space="preserve">? </w:t>
      </w:r>
    </w:p>
    <w:p w:rsidR="00FE07F7" w:rsidRPr="00FE07F7" w:rsidRDefault="00FE07F7" w:rsidP="00FE07F7">
      <w:pPr>
        <w:tabs>
          <w:tab w:val="right" w:pos="1008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436" w:rsidRPr="00FE07F7" w:rsidRDefault="002D7DE8" w:rsidP="00FE07F7">
      <w:pPr>
        <w:numPr>
          <w:ilvl w:val="1"/>
          <w:numId w:val="2"/>
        </w:numPr>
        <w:tabs>
          <w:tab w:val="right" w:pos="10080"/>
        </w:tabs>
      </w:pPr>
      <w:r w:rsidRPr="00FE07F7">
        <w:rPr>
          <w:lang w:val="en-US"/>
        </w:rPr>
        <w:t>If so, what type of restaurant would be successful?</w:t>
      </w:r>
    </w:p>
    <w:p w:rsidR="00FE07F7" w:rsidRPr="00FE07F7" w:rsidRDefault="00FE07F7" w:rsidP="00FE07F7">
      <w:pPr>
        <w:tabs>
          <w:tab w:val="right" w:pos="1008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07F7" w:rsidRPr="00FE07F7" w:rsidRDefault="00FE07F7" w:rsidP="00FE07F7">
      <w:pPr>
        <w:numPr>
          <w:ilvl w:val="0"/>
          <w:numId w:val="2"/>
        </w:numPr>
        <w:tabs>
          <w:tab w:val="clear" w:pos="720"/>
          <w:tab w:val="right" w:pos="10080"/>
        </w:tabs>
        <w:ind w:left="630"/>
      </w:pPr>
      <w:r>
        <w:rPr>
          <w:lang w:val="en-US"/>
        </w:rPr>
        <w:t>Evaluate your questionnaire.</w:t>
      </w:r>
      <w:r w:rsidR="002D7DE8" w:rsidRPr="00FE07F7">
        <w:rPr>
          <w:lang w:val="en-US"/>
        </w:rPr>
        <w:t xml:space="preserve"> </w:t>
      </w:r>
    </w:p>
    <w:p w:rsidR="00FE07F7" w:rsidRPr="00FE07F7" w:rsidRDefault="002D7DE8" w:rsidP="00FE07F7">
      <w:pPr>
        <w:numPr>
          <w:ilvl w:val="1"/>
          <w:numId w:val="2"/>
        </w:numPr>
        <w:tabs>
          <w:tab w:val="right" w:pos="10080"/>
        </w:tabs>
      </w:pPr>
      <w:r w:rsidRPr="00FE07F7">
        <w:rPr>
          <w:lang w:val="en-US"/>
        </w:rPr>
        <w:t xml:space="preserve">How accurate were your results? </w:t>
      </w:r>
    </w:p>
    <w:p w:rsidR="00FE07F7" w:rsidRPr="00FE07F7" w:rsidRDefault="00FE07F7" w:rsidP="00FE07F7">
      <w:pPr>
        <w:tabs>
          <w:tab w:val="right" w:pos="1008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436" w:rsidRPr="00FE07F7" w:rsidRDefault="002D7DE8" w:rsidP="00FE07F7">
      <w:pPr>
        <w:numPr>
          <w:ilvl w:val="1"/>
          <w:numId w:val="2"/>
        </w:numPr>
        <w:tabs>
          <w:tab w:val="right" w:pos="10080"/>
        </w:tabs>
      </w:pPr>
      <w:r w:rsidRPr="00FE07F7">
        <w:rPr>
          <w:lang w:val="en-US"/>
        </w:rPr>
        <w:t>Would you redesign the questionnaire if you were carrying out the research again?</w:t>
      </w:r>
    </w:p>
    <w:p w:rsidR="00FE07F7" w:rsidRPr="00FE07F7" w:rsidRDefault="00FE07F7" w:rsidP="00FE07F7">
      <w:pPr>
        <w:tabs>
          <w:tab w:val="right" w:pos="1008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2F96" w:rsidRDefault="00102F96" w:rsidP="00801EAE">
      <w:pPr>
        <w:tabs>
          <w:tab w:val="right" w:pos="10080"/>
        </w:tabs>
      </w:pPr>
    </w:p>
    <w:sectPr w:rsidR="00102F96" w:rsidSect="00801EAE">
      <w:headerReference w:type="default" r:id="rId7"/>
      <w:footerReference w:type="default" r:id="rId8"/>
      <w:pgSz w:w="11906" w:h="16838"/>
      <w:pgMar w:top="1080" w:right="836" w:bottom="900" w:left="990" w:header="720" w:footer="4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9ED" w:rsidRDefault="00DD39ED" w:rsidP="00801EAE">
      <w:pPr>
        <w:spacing w:after="0" w:line="240" w:lineRule="auto"/>
      </w:pPr>
      <w:r>
        <w:separator/>
      </w:r>
    </w:p>
  </w:endnote>
  <w:endnote w:type="continuationSeparator" w:id="0">
    <w:p w:rsidR="00DD39ED" w:rsidRDefault="00DD39ED" w:rsidP="00801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EAE" w:rsidRDefault="00801EAE">
    <w:pPr>
      <w:pStyle w:val="Footer"/>
    </w:pPr>
    <w:r>
      <w:t>© Enderoth</w:t>
    </w:r>
  </w:p>
  <w:p w:rsidR="00801EAE" w:rsidRDefault="00801E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9ED" w:rsidRDefault="00DD39ED" w:rsidP="00801EAE">
      <w:pPr>
        <w:spacing w:after="0" w:line="240" w:lineRule="auto"/>
      </w:pPr>
      <w:r>
        <w:separator/>
      </w:r>
    </w:p>
  </w:footnote>
  <w:footnote w:type="continuationSeparator" w:id="0">
    <w:p w:rsidR="00DD39ED" w:rsidRDefault="00DD39ED" w:rsidP="00801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7F7" w:rsidRPr="00FE07F7" w:rsidRDefault="00FE07F7" w:rsidP="00FE07F7">
    <w:pPr>
      <w:tabs>
        <w:tab w:val="right" w:pos="10080"/>
      </w:tabs>
      <w:rPr>
        <w:sz w:val="26"/>
      </w:rPr>
    </w:pPr>
    <w:r w:rsidRPr="00FE07F7">
      <w:rPr>
        <w:b/>
        <w:bCs/>
        <w:sz w:val="26"/>
        <w:lang w:val="en-US"/>
      </w:rPr>
      <w:t>Activity 11.7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349AD"/>
    <w:multiLevelType w:val="hybridMultilevel"/>
    <w:tmpl w:val="78249172"/>
    <w:lvl w:ilvl="0" w:tplc="31E22B1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EBC652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C74C3E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96116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CEB21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9FA50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642209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FB44BC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49E058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BC4531A"/>
    <w:multiLevelType w:val="hybridMultilevel"/>
    <w:tmpl w:val="B7F85AD4"/>
    <w:lvl w:ilvl="0" w:tplc="FD181F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567D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E9EB2F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BE469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816933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0E489B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E8387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9985BB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3105CD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E47"/>
    <w:rsid w:val="00102F96"/>
    <w:rsid w:val="002D7DE8"/>
    <w:rsid w:val="00801EAE"/>
    <w:rsid w:val="00817124"/>
    <w:rsid w:val="00AC1436"/>
    <w:rsid w:val="00B53E47"/>
    <w:rsid w:val="00DD39ED"/>
    <w:rsid w:val="00FE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B6BA98-AD16-4538-9018-C96F19163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EAE"/>
  </w:style>
  <w:style w:type="paragraph" w:styleId="Footer">
    <w:name w:val="footer"/>
    <w:basedOn w:val="Normal"/>
    <w:link w:val="FooterChar"/>
    <w:uiPriority w:val="99"/>
    <w:unhideWhenUsed/>
    <w:rsid w:val="00801E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2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75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40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6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741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824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34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55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2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-PC\Documents\British%20School%20-%20Business%20Studies\3.2%20-%20Tasks\Activity%2011.7%20-%20Creating%20Questionnai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11.7 - Creating Questionnaires</Template>
  <TotalTime>1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2</cp:revision>
  <dcterms:created xsi:type="dcterms:W3CDTF">2016-02-06T13:05:00Z</dcterms:created>
  <dcterms:modified xsi:type="dcterms:W3CDTF">2016-02-06T13:06:00Z</dcterms:modified>
</cp:coreProperties>
</file>